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53" w:rsidRDefault="00CB6D5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CB6D53" w:rsidRDefault="00CB6D53" w:rsidP="00811BA4">
      <w:pPr>
        <w:spacing w:line="360" w:lineRule="auto"/>
      </w:pPr>
    </w:p>
    <w:p w:rsidR="00CB6D53" w:rsidRDefault="00CB6D53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CB6D53" w:rsidRDefault="00CB6D53" w:rsidP="00811BA4">
      <w:pPr>
        <w:spacing w:line="360" w:lineRule="auto"/>
        <w:rPr>
          <w:sz w:val="28"/>
          <w:szCs w:val="28"/>
        </w:rPr>
      </w:pPr>
    </w:p>
    <w:p w:rsidR="00CB6D53" w:rsidRPr="00C56C42" w:rsidRDefault="00CB6D53" w:rsidP="00811BA4">
      <w:pPr>
        <w:spacing w:line="360" w:lineRule="auto"/>
      </w:pPr>
      <w:r>
        <w:t>DATUM VZNIKU MATERIÁLU:            2.6.2012</w:t>
      </w:r>
    </w:p>
    <w:p w:rsidR="00CB6D53" w:rsidRDefault="00CB6D53" w:rsidP="00811BA4">
      <w:pPr>
        <w:spacing w:line="360" w:lineRule="auto"/>
      </w:pPr>
    </w:p>
    <w:p w:rsidR="00CB6D53" w:rsidRPr="00987F54" w:rsidRDefault="00CB6D53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4.</w:t>
      </w:r>
    </w:p>
    <w:p w:rsidR="00CB6D53" w:rsidRDefault="00CB6D53" w:rsidP="00811BA4">
      <w:pPr>
        <w:spacing w:line="360" w:lineRule="auto"/>
      </w:pPr>
    </w:p>
    <w:p w:rsidR="00CB6D53" w:rsidRDefault="00CB6D53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CB6D53" w:rsidRPr="00987F54" w:rsidRDefault="00CB6D5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CB6D53" w:rsidRPr="00987F54" w:rsidRDefault="00CB6D53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CB6D53" w:rsidRDefault="00CB6D53" w:rsidP="00811BA4">
      <w:pPr>
        <w:spacing w:line="360" w:lineRule="auto"/>
      </w:pPr>
    </w:p>
    <w:p w:rsidR="00CB6D53" w:rsidRDefault="00CB6D53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určen k závěrečnému opakování</w:t>
      </w:r>
    </w:p>
    <w:p w:rsidR="00CB6D53" w:rsidRDefault="00CB6D5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učiva – písemné sčítání, odčítání a dělení do 1 000 </w:t>
      </w:r>
    </w:p>
    <w:p w:rsidR="00CB6D53" w:rsidRDefault="00CB6D53" w:rsidP="00811BA4">
      <w:pPr>
        <w:spacing w:line="360" w:lineRule="auto"/>
        <w:rPr>
          <w:sz w:val="24"/>
          <w:szCs w:val="24"/>
        </w:rPr>
      </w:pPr>
    </w:p>
    <w:p w:rsidR="00CB6D53" w:rsidRDefault="00CB6D5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obrazky.cz</w:t>
      </w:r>
    </w:p>
    <w:p w:rsidR="00CB6D53" w:rsidRDefault="00CB6D53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google.cz</w:t>
      </w:r>
    </w:p>
    <w:p w:rsidR="00CB6D53" w:rsidRDefault="00CB6D53" w:rsidP="00811BA4">
      <w:pPr>
        <w:spacing w:line="360" w:lineRule="auto"/>
        <w:rPr>
          <w:sz w:val="24"/>
          <w:szCs w:val="24"/>
        </w:rPr>
      </w:pPr>
    </w:p>
    <w:p w:rsidR="00CB6D53" w:rsidRDefault="00CB6D53" w:rsidP="00811BA4">
      <w:pPr>
        <w:spacing w:line="360" w:lineRule="auto"/>
        <w:rPr>
          <w:sz w:val="24"/>
          <w:szCs w:val="24"/>
        </w:rPr>
      </w:pPr>
    </w:p>
    <w:p w:rsidR="00CB6D53" w:rsidRPr="00987F54" w:rsidRDefault="00CB6D53" w:rsidP="00811BA4">
      <w:pPr>
        <w:spacing w:line="360" w:lineRule="auto"/>
        <w:rPr>
          <w:sz w:val="24"/>
          <w:szCs w:val="24"/>
        </w:rPr>
      </w:pPr>
    </w:p>
    <w:p w:rsidR="00CB6D53" w:rsidRDefault="00CB6D53" w:rsidP="00811BA4">
      <w:pPr>
        <w:spacing w:line="360" w:lineRule="auto"/>
      </w:pPr>
    </w:p>
    <w:sectPr w:rsidR="00CB6D53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D53" w:rsidRDefault="00CB6D53" w:rsidP="00811BA4">
      <w:pPr>
        <w:spacing w:after="0" w:line="240" w:lineRule="auto"/>
      </w:pPr>
      <w:r>
        <w:separator/>
      </w:r>
    </w:p>
  </w:endnote>
  <w:endnote w:type="continuationSeparator" w:id="0">
    <w:p w:rsidR="00CB6D53" w:rsidRDefault="00CB6D53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D53" w:rsidRDefault="00CB6D53" w:rsidP="00811BA4">
      <w:pPr>
        <w:spacing w:after="0" w:line="240" w:lineRule="auto"/>
      </w:pPr>
      <w:r>
        <w:separator/>
      </w:r>
    </w:p>
  </w:footnote>
  <w:footnote w:type="continuationSeparator" w:id="0">
    <w:p w:rsidR="00CB6D53" w:rsidRDefault="00CB6D53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53" w:rsidRDefault="00CB6D53" w:rsidP="00811BA4">
    <w:pPr>
      <w:pStyle w:val="Header"/>
      <w:jc w:val="right"/>
    </w:pPr>
    <w:r>
      <w:tab/>
      <w:t>VY_42_INOVACE_v35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1E6EDC"/>
    <w:rsid w:val="00331F99"/>
    <w:rsid w:val="00336987"/>
    <w:rsid w:val="00350816"/>
    <w:rsid w:val="00445613"/>
    <w:rsid w:val="00445BC7"/>
    <w:rsid w:val="004B5994"/>
    <w:rsid w:val="00514DEE"/>
    <w:rsid w:val="005E038B"/>
    <w:rsid w:val="005F0A43"/>
    <w:rsid w:val="00750D0E"/>
    <w:rsid w:val="00754B45"/>
    <w:rsid w:val="0079672B"/>
    <w:rsid w:val="007A6D86"/>
    <w:rsid w:val="007E7F7A"/>
    <w:rsid w:val="00811BA4"/>
    <w:rsid w:val="008F3696"/>
    <w:rsid w:val="00906D5A"/>
    <w:rsid w:val="00987F54"/>
    <w:rsid w:val="009C5E77"/>
    <w:rsid w:val="00A01DDD"/>
    <w:rsid w:val="00AB476B"/>
    <w:rsid w:val="00B16A1D"/>
    <w:rsid w:val="00B27565"/>
    <w:rsid w:val="00B90200"/>
    <w:rsid w:val="00BE4D90"/>
    <w:rsid w:val="00C563A4"/>
    <w:rsid w:val="00C56C42"/>
    <w:rsid w:val="00CB6D53"/>
    <w:rsid w:val="00CE74D1"/>
    <w:rsid w:val="00CF69CA"/>
    <w:rsid w:val="00D10349"/>
    <w:rsid w:val="00D542BB"/>
    <w:rsid w:val="00D55C55"/>
    <w:rsid w:val="00E0556E"/>
    <w:rsid w:val="00E10637"/>
    <w:rsid w:val="00EE556E"/>
    <w:rsid w:val="00F02A84"/>
    <w:rsid w:val="00F74309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D542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100</Words>
  <Characters>593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2012-11-14T19:23:00Z</cp:lastPrinted>
  <dcterms:created xsi:type="dcterms:W3CDTF">2012-11-19T20:49:00Z</dcterms:created>
  <dcterms:modified xsi:type="dcterms:W3CDTF">2012-11-19T20:49:00Z</dcterms:modified>
</cp:coreProperties>
</file>